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B291C" w14:textId="3EC8C53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142073" w:rsidRPr="00E960BB">
        <w:rPr>
          <w:rFonts w:ascii="Corbel" w:hAnsi="Corbel"/>
          <w:bCs/>
          <w:i/>
        </w:rPr>
        <w:t xml:space="preserve">Załącznik nr 1.5 do Zarządzenia Rektora UR  nr </w:t>
      </w:r>
      <w:r w:rsidR="00142073">
        <w:rPr>
          <w:rFonts w:ascii="Corbel" w:hAnsi="Corbel"/>
          <w:bCs/>
          <w:i/>
        </w:rPr>
        <w:t>7</w:t>
      </w:r>
      <w:r w:rsidR="00142073" w:rsidRPr="00E960BB">
        <w:rPr>
          <w:rFonts w:ascii="Corbel" w:hAnsi="Corbel"/>
          <w:bCs/>
          <w:i/>
        </w:rPr>
        <w:t>/20</w:t>
      </w:r>
      <w:r w:rsidR="00142073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FC3EFA" w14:textId="0ED33D33" w:rsidR="00E96A70" w:rsidRDefault="0071620A" w:rsidP="00E96A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157A5">
        <w:rPr>
          <w:rFonts w:ascii="Corbel" w:hAnsi="Corbel"/>
          <w:i/>
          <w:smallCaps/>
          <w:sz w:val="24"/>
          <w:szCs w:val="24"/>
        </w:rPr>
        <w:t>2024-2029</w:t>
      </w:r>
    </w:p>
    <w:p w14:paraId="2DC375D6" w14:textId="7E9D60D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04A1601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E4EFD">
        <w:rPr>
          <w:rFonts w:ascii="Corbel" w:hAnsi="Corbel"/>
          <w:sz w:val="20"/>
          <w:szCs w:val="20"/>
        </w:rPr>
        <w:t>202</w:t>
      </w:r>
      <w:r w:rsidR="00A157A5">
        <w:rPr>
          <w:rFonts w:ascii="Corbel" w:hAnsi="Corbel"/>
          <w:sz w:val="20"/>
          <w:szCs w:val="20"/>
        </w:rPr>
        <w:t>8</w:t>
      </w:r>
      <w:r w:rsidR="00CE4EFD">
        <w:rPr>
          <w:rFonts w:ascii="Corbel" w:hAnsi="Corbel"/>
          <w:sz w:val="20"/>
          <w:szCs w:val="20"/>
        </w:rPr>
        <w:t>/2</w:t>
      </w:r>
      <w:r w:rsidR="00D17F67">
        <w:rPr>
          <w:rFonts w:ascii="Corbel" w:hAnsi="Corbel"/>
          <w:sz w:val="20"/>
          <w:szCs w:val="20"/>
        </w:rPr>
        <w:t>02</w:t>
      </w:r>
      <w:r w:rsidR="00A157A5">
        <w:rPr>
          <w:rFonts w:ascii="Corbel" w:hAnsi="Corbel"/>
          <w:sz w:val="20"/>
          <w:szCs w:val="20"/>
        </w:rPr>
        <w:t>9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A0723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5A81AFC5" w:rsidR="0085747A" w:rsidRPr="009C54AE" w:rsidRDefault="00084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1D5ED798" w:rsidR="0085747A" w:rsidRPr="009C54AE" w:rsidRDefault="00084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45437ED" w:rsidR="0085747A" w:rsidRPr="009C54AE" w:rsidRDefault="00FB4F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F18424B" w:rsidR="0085747A" w:rsidRPr="009C54AE" w:rsidRDefault="000A66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8663F6D" w:rsidR="0085747A" w:rsidRPr="009C54AE" w:rsidRDefault="00CE4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988ED5A" w:rsidR="0085747A" w:rsidRPr="009C54AE" w:rsidRDefault="00BD1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759BEE0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74AF00BB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33582E37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745D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socjologii i socjologii edukacji, podstaw pedagogiki przedszkolnej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współpracy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CE4EFD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F26587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społecznych opartych na współpracy, współdziałaniu, partnerstwie i dialogu.</w:t>
            </w:r>
          </w:p>
        </w:tc>
        <w:tc>
          <w:tcPr>
            <w:tcW w:w="1865" w:type="dxa"/>
          </w:tcPr>
          <w:p w14:paraId="272DAB22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rodziców, nauczycieli i przedstawicieli środowiska</w:t>
            </w:r>
          </w:p>
        </w:tc>
        <w:tc>
          <w:tcPr>
            <w:tcW w:w="1865" w:type="dxa"/>
          </w:tcPr>
          <w:p w14:paraId="53459789" w14:textId="29491A5B" w:rsidR="00F3370B" w:rsidRPr="00FB4F1A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kształcenia,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484D0A0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644737A" w:rsidR="00F3370B" w:rsidRPr="00F3370B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efektywnej współpracy z nauczycielami, specjalistami, w tym psychologiem, logopedą, pedagogiem, lekarzem, i rodzicami dzieci lub uczniów oraz innymi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B0ED1A2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77777777" w:rsidR="00F3370B" w:rsidRPr="00F3370B" w:rsidRDefault="00F3370B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PPiW.K04</w:t>
            </w:r>
          </w:p>
          <w:p w14:paraId="09567581" w14:textId="7777777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zasadami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Współprzestrzeń rodzinno</w:t>
            </w:r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praktycznych.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0B4FCDD3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0F97D8E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4F696ADD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1A3582A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11E2A08F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3E363789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40FD5557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51BFCAE3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3742C54B" w:rsidR="0085747A" w:rsidRPr="009C54AE" w:rsidRDefault="00C61DC5" w:rsidP="00142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7989F3E" w:rsidR="0085747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847C7E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B5A67">
              <w:rPr>
                <w:rFonts w:ascii="Corbel" w:hAnsi="Corbel"/>
                <w:sz w:val="24"/>
                <w:szCs w:val="24"/>
              </w:rPr>
              <w:t>7</w:t>
            </w:r>
          </w:p>
          <w:p w14:paraId="45A99C75" w14:textId="4464E845" w:rsidR="00DC49AA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287E0002" w:rsidR="00DC49A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Reczek-Zymróz, Rodzina i szkoła w zmieniającej się przestrzeni edukacyjnej. Dylematy czasu przemian, Rzeszów 2014</w:t>
            </w:r>
          </w:p>
          <w:p w14:paraId="5141B832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K. Szmyd., Edukacja wobec wyzwań współczesności, Krosno 2014</w:t>
            </w:r>
          </w:p>
          <w:p w14:paraId="12E0A649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wychowania, Warszawa 1985</w:t>
            </w:r>
          </w:p>
          <w:p w14:paraId="7612C321" w14:textId="7121E90B" w:rsidR="007328D8" w:rsidRPr="00814742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CE4E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Janke A.W., Wizja wspólnotowa pedagogicznej relacji rodzina - szkoła alternatywą wobec realności andragocentrycznej, [w] Pedagogiczna relacja rodzina - szkoła, dylematy czasu przemian, red. A.W.Janke, Bydgoszcz 1995</w:t>
            </w:r>
          </w:p>
          <w:p w14:paraId="34969AF0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Mendel M. (red.), Człowiek, szkoła, wspólnota. W kręgu edukacji społecznej, Toruń 2000</w:t>
            </w:r>
          </w:p>
          <w:p w14:paraId="1936E6EF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poszukiwaniu nowych znaczeń i interpretacji współpracy, Zielona Góra, Kraków 2004</w:t>
            </w:r>
          </w:p>
          <w:p w14:paraId="386706FB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samorządowych władz oświatowych, dyrektorów szkół, nauczycieli, rodziców i uczniów, Kraków 2002</w:t>
            </w:r>
          </w:p>
          <w:p w14:paraId="277EDFCE" w14:textId="09D12AE3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43859" w14:textId="77777777" w:rsidR="006534F0" w:rsidRDefault="006534F0" w:rsidP="00C16ABF">
      <w:pPr>
        <w:spacing w:after="0" w:line="240" w:lineRule="auto"/>
      </w:pPr>
      <w:r>
        <w:separator/>
      </w:r>
    </w:p>
  </w:endnote>
  <w:endnote w:type="continuationSeparator" w:id="0">
    <w:p w14:paraId="1FEE65D5" w14:textId="77777777" w:rsidR="006534F0" w:rsidRDefault="006534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6616A" w14:textId="77777777" w:rsidR="006534F0" w:rsidRDefault="006534F0" w:rsidP="00C16ABF">
      <w:pPr>
        <w:spacing w:after="0" w:line="240" w:lineRule="auto"/>
      </w:pPr>
      <w:r>
        <w:separator/>
      </w:r>
    </w:p>
  </w:footnote>
  <w:footnote w:type="continuationSeparator" w:id="0">
    <w:p w14:paraId="64D20ABA" w14:textId="77777777" w:rsidR="006534F0" w:rsidRDefault="006534F0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D0233"/>
    <w:multiLevelType w:val="hybridMultilevel"/>
    <w:tmpl w:val="0B46B9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847B8"/>
    <w:multiLevelType w:val="hybridMultilevel"/>
    <w:tmpl w:val="308486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0531B"/>
    <w:multiLevelType w:val="hybridMultilevel"/>
    <w:tmpl w:val="D2AA7D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662278">
    <w:abstractNumId w:val="1"/>
  </w:num>
  <w:num w:numId="2" w16cid:durableId="222716681">
    <w:abstractNumId w:val="4"/>
  </w:num>
  <w:num w:numId="3" w16cid:durableId="1268847939">
    <w:abstractNumId w:val="0"/>
  </w:num>
  <w:num w:numId="4" w16cid:durableId="634486587">
    <w:abstractNumId w:val="5"/>
  </w:num>
  <w:num w:numId="5" w16cid:durableId="392697075">
    <w:abstractNumId w:val="7"/>
  </w:num>
  <w:num w:numId="6" w16cid:durableId="1052771361">
    <w:abstractNumId w:val="2"/>
  </w:num>
  <w:num w:numId="7" w16cid:durableId="1924484649">
    <w:abstractNumId w:val="6"/>
  </w:num>
  <w:num w:numId="8" w16cid:durableId="1407024014">
    <w:abstractNumId w:val="8"/>
  </w:num>
  <w:num w:numId="9" w16cid:durableId="213817913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BB"/>
    <w:rsid w:val="00084C12"/>
    <w:rsid w:val="0009462C"/>
    <w:rsid w:val="00094B12"/>
    <w:rsid w:val="00096C46"/>
    <w:rsid w:val="000A296F"/>
    <w:rsid w:val="000A2A28"/>
    <w:rsid w:val="000A663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07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54D"/>
    <w:rsid w:val="00192F37"/>
    <w:rsid w:val="001A70D2"/>
    <w:rsid w:val="001C6889"/>
    <w:rsid w:val="001D657B"/>
    <w:rsid w:val="001D7B54"/>
    <w:rsid w:val="001E0209"/>
    <w:rsid w:val="001E41B5"/>
    <w:rsid w:val="001F2CA2"/>
    <w:rsid w:val="002144C0"/>
    <w:rsid w:val="0022099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7E0"/>
    <w:rsid w:val="003A0A5B"/>
    <w:rsid w:val="003A1176"/>
    <w:rsid w:val="003B27F3"/>
    <w:rsid w:val="003C0BAE"/>
    <w:rsid w:val="003D18A9"/>
    <w:rsid w:val="003D6CE2"/>
    <w:rsid w:val="003E1941"/>
    <w:rsid w:val="003E2FE6"/>
    <w:rsid w:val="003E49D5"/>
    <w:rsid w:val="003F38C0"/>
    <w:rsid w:val="004039C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51C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4F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745D6"/>
    <w:rsid w:val="0078168C"/>
    <w:rsid w:val="00783A7F"/>
    <w:rsid w:val="00787C2A"/>
    <w:rsid w:val="00790E27"/>
    <w:rsid w:val="007A4022"/>
    <w:rsid w:val="007A6E6E"/>
    <w:rsid w:val="007B3469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A93"/>
    <w:rsid w:val="008F12C9"/>
    <w:rsid w:val="008F6E29"/>
    <w:rsid w:val="00916188"/>
    <w:rsid w:val="00923D7D"/>
    <w:rsid w:val="00937A66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7A5"/>
    <w:rsid w:val="00A2245B"/>
    <w:rsid w:val="00A30110"/>
    <w:rsid w:val="00A36899"/>
    <w:rsid w:val="00A371F6"/>
    <w:rsid w:val="00A37D43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17E"/>
    <w:rsid w:val="00B607DB"/>
    <w:rsid w:val="00B66529"/>
    <w:rsid w:val="00B75946"/>
    <w:rsid w:val="00B8056E"/>
    <w:rsid w:val="00B819C8"/>
    <w:rsid w:val="00B82308"/>
    <w:rsid w:val="00B90885"/>
    <w:rsid w:val="00BB520A"/>
    <w:rsid w:val="00BD11B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A67"/>
    <w:rsid w:val="00CD6897"/>
    <w:rsid w:val="00CE1005"/>
    <w:rsid w:val="00CE4EFD"/>
    <w:rsid w:val="00CE5BAC"/>
    <w:rsid w:val="00CF25BE"/>
    <w:rsid w:val="00CF78ED"/>
    <w:rsid w:val="00D02B25"/>
    <w:rsid w:val="00D02EBA"/>
    <w:rsid w:val="00D17C3C"/>
    <w:rsid w:val="00D17F67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3CCC"/>
    <w:rsid w:val="00E17745"/>
    <w:rsid w:val="00E21E7D"/>
    <w:rsid w:val="00E22FBC"/>
    <w:rsid w:val="00E24BF5"/>
    <w:rsid w:val="00E25338"/>
    <w:rsid w:val="00E51E44"/>
    <w:rsid w:val="00E63348"/>
    <w:rsid w:val="00E73249"/>
    <w:rsid w:val="00E77E88"/>
    <w:rsid w:val="00E8107D"/>
    <w:rsid w:val="00E960BB"/>
    <w:rsid w:val="00E96A7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42E1"/>
    <w:rsid w:val="00F526AF"/>
    <w:rsid w:val="00F617C3"/>
    <w:rsid w:val="00F7066B"/>
    <w:rsid w:val="00F83B28"/>
    <w:rsid w:val="00FA46E5"/>
    <w:rsid w:val="00FB4F1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8CBACE6D-C938-46B9-873E-BCD7435A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2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1F7EA-8B64-4378-9FF0-4483D9CD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5</Pages>
  <Words>1147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Dziedzic</cp:lastModifiedBy>
  <cp:revision>3</cp:revision>
  <cp:lastPrinted>2024-12-12T14:45:00Z</cp:lastPrinted>
  <dcterms:created xsi:type="dcterms:W3CDTF">2024-12-12T14:41:00Z</dcterms:created>
  <dcterms:modified xsi:type="dcterms:W3CDTF">2024-12-12T14:45:00Z</dcterms:modified>
</cp:coreProperties>
</file>